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DFE3" w14:textId="77777777" w:rsidR="006D0C93" w:rsidRPr="006D0C93" w:rsidRDefault="006D0C93" w:rsidP="006D0C9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D0C9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SARS-CoV-2/human/BGD/Laila_887/2022, complete genome</w:t>
      </w:r>
    </w:p>
    <w:p w14:paraId="57DCFDED" w14:textId="77777777" w:rsidR="006D0C93" w:rsidRPr="006D0C93" w:rsidRDefault="006D0C93" w:rsidP="006D0C9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t>GenBank: OM570249.1</w:t>
      </w:r>
    </w:p>
    <w:p w14:paraId="54064DAE" w14:textId="77777777" w:rsidR="006D0C93" w:rsidRPr="006D0C93" w:rsidRDefault="006D0C93" w:rsidP="006D0C9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"https://www.ncbi.nlm.nih.gov/nuccore/OM570249.1?report=fasta" </w:instrTex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0C9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"https://www.ncbi.nlm.nih.gov/nuccore/OM570249.1?report=graph" </w:instrTex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0C9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570249.1"/>
    <w:bookmarkEnd w:id="1"/>
    <w:p w14:paraId="10DEEB39" w14:textId="77777777" w:rsidR="006D0C93" w:rsidRPr="006D0C93" w:rsidRDefault="006D0C93" w:rsidP="006D0C9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"https://www.ncbi.nlm.nih.gov/nuccore/OM570249.1" \l "goto2190483131_0" </w:instrTex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0C9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D0C9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2F2A9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LOCUS       OM570249               29764 bp    RNA     linear   VRL 08-FEB-2022</w:t>
      </w:r>
    </w:p>
    <w:p w14:paraId="425C508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8A7F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SARS-CoV-2/human/BGD/Laila_887/2022, complete genome.</w:t>
      </w:r>
    </w:p>
    <w:p w14:paraId="5E5766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ACCESSION   OM570249</w:t>
      </w:r>
    </w:p>
    <w:p w14:paraId="5A0E839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VERSION     OM570249.1</w:t>
      </w:r>
    </w:p>
    <w:p w14:paraId="79DADA2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5BF0AB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AE35AB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1C5DB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E4364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A72B55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DA307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29764)</w:t>
      </w:r>
    </w:p>
    <w:p w14:paraId="526549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</w:t>
      </w:r>
    </w:p>
    <w:p w14:paraId="12D0AD5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Whole genome sequencing of SARRS-CoV-2 at Genomic Research</w:t>
      </w:r>
    </w:p>
    <w:p w14:paraId="6A96793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Laboratory, BSMMU</w:t>
      </w:r>
    </w:p>
    <w:p w14:paraId="29B5C71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DA3A4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29764)</w:t>
      </w:r>
    </w:p>
    <w:p w14:paraId="49E8F3F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Banu,L.A., Ahmed,M., Hossain,M. and Hassan,Z.</w:t>
      </w:r>
    </w:p>
    <w:p w14:paraId="08E363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677B3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(07-FEB-2022) Genome research Center, Anatomy, BSMMU,</w:t>
      </w:r>
    </w:p>
    <w:p w14:paraId="092CC4D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Bangabandhu Sheikh Mujib Medical University, Bangabandhu Sheikh</w:t>
      </w:r>
    </w:p>
    <w:p w14:paraId="1587E8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Mujib Medical University (BSMMU) Shahbag, Dhaka, Dhaka 1000,</w:t>
      </w:r>
    </w:p>
    <w:p w14:paraId="19F847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Bangladesh</w:t>
      </w:r>
    </w:p>
    <w:p w14:paraId="64DA91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570249.1"/>
      <w:bookmarkEnd w:id="2"/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01BED1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3.5.3 v.</w:t>
      </w:r>
    </w:p>
    <w:p w14:paraId="3A63383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05.021.510.3.5.88-85-g1aac5c73 and Bio-IT</w:t>
      </w:r>
    </w:p>
    <w:p w14:paraId="0B714E6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Processor Version 0x04261818</w:t>
      </w:r>
    </w:p>
    <w:p w14:paraId="14DABC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26874BE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F78451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570249.1"/>
      <w:bookmarkEnd w:id="3"/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34008C6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1..29764</w:t>
      </w:r>
    </w:p>
    <w:p w14:paraId="14182D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/organism="Severe acute respiratory syndrome coronavirus</w:t>
      </w:r>
    </w:p>
    <w:p w14:paraId="7E949EA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697022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A3B30E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/isolate="SARS-CoV-2/human/BGD/Laila_887/2022"</w:t>
      </w:r>
    </w:p>
    <w:p w14:paraId="1BD086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 swab"</w:t>
      </w:r>
    </w:p>
    <w:p w14:paraId="29C5DD1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C03C8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DE30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/country="Bangladesh"</w:t>
      </w:r>
    </w:p>
    <w:p w14:paraId="61E640F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/collection_date="2022-01-17"</w:t>
      </w:r>
    </w:p>
    <w:p w14:paraId="5957CA5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"https://www.ncbi.nlm.nih.gov/nuccore/OM570249.1?from=227&amp;to=21507"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227..21507</w:t>
      </w:r>
    </w:p>
    <w:p w14:paraId="17FAD17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43666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"https://www.ncbi.nlm.nih.gov/nuccore/OM570249.1?location=227:13420,13420:21507"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join(227..13420,13420..21507)</w:t>
      </w:r>
    </w:p>
    <w:p w14:paraId="10BB530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D31C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611C3B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206FA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E69510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UKO09558.1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5787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E4554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A7C1E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DC5CD2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85C00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92A6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109173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CCA0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25E5D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DEF93B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02C4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42CAD0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F654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243C3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26240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4400C0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81A8EA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DFB79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A941A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ECA05E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525C5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DAD707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1C141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DE981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20D024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81C0A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TLNDLNETLVTMPLGYVTHGLNLEEAARYMRSLKVPATVSVSSPDAVTAYNGYLTSSS</w:t>
      </w:r>
    </w:p>
    <w:p w14:paraId="06CB7B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7456E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ACC2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7BBC7F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9F30CF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466A6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46BD9B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8B15A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CB2E1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FB3200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5E1D03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2FDB5F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0A3B3C8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D8D882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9ADA8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63539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2F63FF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BFFC05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D81AD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02D9C76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7C2E2C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0A81CC0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07CDEB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KQLIKVTLVFLFVAAIFYLITPVHVMSKHTDFSSEIIGYKAIDGGVTRDIASTDICFA</w:t>
      </w:r>
    </w:p>
    <w:p w14:paraId="4178F8D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8EEE1D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F5BB6F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C883B1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14EBA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744C9A4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9C8162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4C058C3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BE1C5F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6F75863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AAA461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14ED79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8B268E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F6FD2C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FF5896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9A563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8EDB83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C1040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1C53A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LQQLRVESSSKLWAQCVQLHNDILLAKDTTEAFEKMVSLLSVLLSMQGAVDINKLCEE</w:t>
      </w:r>
    </w:p>
    <w:p w14:paraId="4650913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BE0A87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4AB351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71FBF9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805EBB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6304F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659613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DF235F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00E3D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3D47CA7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62E6B4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3DD57D0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22B066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7A2985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03BABD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E0CB7E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8F6CE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6F4FE7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76422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077F21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33855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32794F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08A420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314349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932CF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6D61E0C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5EF9D2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31064FF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A363E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6E03B0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E9A177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88270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F10301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B124FC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88C5D1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BDB16B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3F04280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1D80667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1E6C4F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D1FB96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518BE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513EADB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CNVDRYPANSIVCRFDTRVLSNLNLPGCDGGSLYVNKHAFHTPAFDKSAFVNLKQLPF</w:t>
      </w:r>
    </w:p>
    <w:p w14:paraId="6C9C297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DEF931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2AEAEA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12178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C0BF11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12D200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B318AA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69FE1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EA6A4A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A078E9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EF5C3F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56BD2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648182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77BCF7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"https://www.ncbi.nlm.nih.gov/protein/UKO09558.1?from=1&amp;to=180"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43D2142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C81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E4AB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"https://www.ncbi.nlm.nih.gov/protein/UKO09558.1?from=181&amp;to=818"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2F92C8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2F234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468AEA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"https://www.ncbi.nlm.nih.gov/protein/UKO09558.1?from=819&amp;to=2763"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3F0163C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5CE59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DFA83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"https://www.ncbi.nlm.nih.gov/protein/UKO09558.1?from=2764&amp;to=3263"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58453D3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495A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018B7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"https://www.ncbi.nlm.nih.gov/protein/UKO09558.1?from=3264&amp;to=3569"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2F53BA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1D6FA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6517FA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"https://www.ncbi.nlm.nih.gov/protein/UKO09558.1?from=3570&amp;to=3856"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4F9A508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F38D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051B2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"https://www.ncbi.nlm.nih.gov/protein/UKO09558.1?from=3857&amp;to=3939"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33EF68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91A54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87F4CD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"https://www.ncbi.nlm.nih.gov/protein/UKO09558.1?from=3940&amp;to=4137"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36B4CEF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73F2C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835A67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"https://www.ncbi.nlm.nih.gov/protein/UKO09558.1?from=4138&amp;to=4250"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6D400BD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2B3B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86068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"https://www.ncbi.nlm.nih.gov/protein/UKO09558.1?from=4251&amp;to=4389"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6DB5D4C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3B04D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DAC43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"https://www.ncbi.nlm.nih.gov/protein/UKO09558.1?from=4390&amp;to=5321"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join(13394..13420,13420..16188)</w:t>
      </w:r>
    </w:p>
    <w:p w14:paraId="64A6F4B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081C6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6366D2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"https://www.ncbi.nlm.nih.gov/protein/UKO09558.1?from=5322&amp;to=5922"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16189..17991</w:t>
      </w:r>
    </w:p>
    <w:p w14:paraId="2106C4B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B48B7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85689C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"https://www.ncbi.nlm.nih.gov/protein/UKO09558.1?from=5923&amp;to=6449"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17992..19572</w:t>
      </w:r>
    </w:p>
    <w:p w14:paraId="2AEF75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87E8D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BFD05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"https://www.ncbi.nlm.nih.gov/protein/UKO09558.1?from=6450&amp;to=6795"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19573..20610</w:t>
      </w:r>
    </w:p>
    <w:p w14:paraId="14BBA3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6BFE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2FDEC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"https://www.ncbi.nlm.nih.gov/protein/UKO09558.1?from=6796&amp;to=7093"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20611..21504</w:t>
      </w:r>
    </w:p>
    <w:p w14:paraId="526C71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4B032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9C3FBB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"https://www.ncbi.nlm.nih.gov/nuccore/OM570249.1?from=227&amp;to=13435"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227..13435</w:t>
      </w:r>
    </w:p>
    <w:p w14:paraId="7E9C05B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957D0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EA4D2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69DF8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UKO09559.1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45D21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99F26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6F64EA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233939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FB2C40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81814A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EDCDA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9B0A0E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81AB13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0C596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BCE8B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DCB7C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62FFE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FFFA1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92A0E8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D7C87D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D75314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3F064A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8516DA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E8482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23F71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PLLSAGIFGADPIHSLRVCVDTVRTNVYLAVFDKNLYDKLVSSFLEMKSEKQVEQKIA</w:t>
      </w:r>
    </w:p>
    <w:p w14:paraId="76CC57F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58B58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E3867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4F08EE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BA64A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736F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87709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9BA28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5B678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43B393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F0F19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153E1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9FFF7F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BD7DB1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2FC51E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4DFCBD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89BA95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6BB0A0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07B74B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B39A50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D7E38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E39DBB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CADBD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05E5E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F5F8BD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F85824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FE425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E6D56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KQLIKVTLVFLFVAAIFYLITPVHVMSKHTDFSSEIIGYKAIDGGVTRDIASTDICFA</w:t>
      </w:r>
    </w:p>
    <w:p w14:paraId="63A71D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D1F139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C3E68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146A8F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ECC92D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92A72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C76EF3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19C3E79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B98B1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BDF2C7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BB968F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2FD555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BC0345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7A3BA0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LLLTILTSLLVLVQSTQWSLFFFLYENAFLPFAMGIIAMSAFAMMFVKHKHAFLCLFL</w:t>
      </w:r>
    </w:p>
    <w:p w14:paraId="5F23832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06AE0B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F3B57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329591C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F06DE2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584797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634D6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2415A12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CD5096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3D7586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767AE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1FA9D5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1733F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D651A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3AB0190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"https://www.ncbi.nlm.nih.gov/protein/UKO09559.1?from=1&amp;to=180"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10BDF05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9698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111736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"https://www.ncbi.nlm.nih.gov/protein/UKO09559.1?from=181&amp;to=818"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3584DB5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E020F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55D03E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"https://www.ncbi.nlm.nih.gov/protein/UKO09559.1?from=819&amp;to=2763"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2681..8515</w:t>
      </w:r>
    </w:p>
    <w:p w14:paraId="3C6AED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2F30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653F62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"https://www.ncbi.nlm.nih.gov/protein/UKO09559.1?from=2764&amp;to=3263"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8516..10015</w:t>
      </w:r>
    </w:p>
    <w:p w14:paraId="1E1751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A3FD1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131F0A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"https://www.ncbi.nlm.nih.gov/protein/UKO09559.1?from=3264&amp;to=3569"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10016..10933</w:t>
      </w:r>
    </w:p>
    <w:p w14:paraId="03EA8D5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3D057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069AC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"https://www.ncbi.nlm.nih.gov/protein/UKO09559.1?from=3570&amp;to=3856"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10934..11794</w:t>
      </w:r>
    </w:p>
    <w:p w14:paraId="706D0FF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09AB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5081F9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"https://www.ncbi.nlm.nih.gov/protein/UKO09559.1?from=3857&amp;to=3939"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11795..12043</w:t>
      </w:r>
    </w:p>
    <w:p w14:paraId="63AFA62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8569D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D3AA19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"https://www.ncbi.nlm.nih.gov/protein/UKO09559.1?from=3940&amp;to=4137"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12044..12637</w:t>
      </w:r>
    </w:p>
    <w:p w14:paraId="7D551B8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0EF5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9E80EC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"https://www.ncbi.nlm.nih.gov/protein/UKO09559.1?from=4138&amp;to=4250"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12638..12976</w:t>
      </w:r>
    </w:p>
    <w:p w14:paraId="068CF8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172D0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926493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"https://www.ncbi.nlm.nih.gov/protein/UKO09559.1?from=4251&amp;to=4389"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12977..13393</w:t>
      </w:r>
    </w:p>
    <w:p w14:paraId="0CD4AD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1DF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FADE6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"https://www.ncbi.nlm.nih.gov/protein/UKO09559.1?from=4390&amp;to=4402"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13394..13432</w:t>
      </w:r>
    </w:p>
    <w:p w14:paraId="5333DC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10F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CC1D6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"https://www.ncbi.nlm.nih.gov/nuccore/OM570249.1?from=13428&amp;to=13455"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13428..13455</w:t>
      </w:r>
    </w:p>
    <w:p w14:paraId="5991AA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58B3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529A1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9312ED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"https://www.ncbi.nlm.nih.gov/nuccore/OM570249.1?from=13440&amp;to=13494"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13440..13494</w:t>
      </w:r>
    </w:p>
    <w:p w14:paraId="2EDF6B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23C6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88ED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70D2D5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"https://www.ncbi.nlm.nih.gov/nuccore/OM570249.1?from=21515&amp;to=25327"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21515..25327</w:t>
      </w:r>
    </w:p>
    <w:p w14:paraId="1F91E9A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BBE881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"https://www.ncbi.nlm.nih.gov/nuccore/OM570249.1?from=21515&amp;to=25327"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21515..25327</w:t>
      </w:r>
    </w:p>
    <w:p w14:paraId="17777F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E66CE9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1192E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3CE23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"https://www.ncbi.nlm.nih.gov/protein/2190483134"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UKO09560.1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BFF4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231306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2BFF54B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7D6133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150121C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7A4B6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9AC76E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85A61B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YADSFVIRGNEVSQIAPGQTGKIADYNYKLPDDFTGCVIAWNSNKLDSKVGGNYNYLY</w:t>
      </w:r>
    </w:p>
    <w:p w14:paraId="4E64B0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7D24AB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98898D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85BFB1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BBDA2A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515210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6A1E7D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C47B6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63A3AC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2ED3D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1256AE5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26AE5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F6D5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D6C750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QYIKWPWYIWLGFIAGLIAIVMVTIMLCCMTSCCSCLKGCCSCGSCCKFDEDDSEPVL</w:t>
      </w:r>
    </w:p>
    <w:p w14:paraId="14D2FE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D7DA7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"https://www.ncbi.nlm.nih.gov/nuccore/OM570249.1?from=25336&amp;to=26163"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25336..26163</w:t>
      </w:r>
    </w:p>
    <w:p w14:paraId="5887CA2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C6409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"https://www.ncbi.nlm.nih.gov/nuccore/OM570249.1?from=25336&amp;to=26163"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25336..26163</w:t>
      </w:r>
    </w:p>
    <w:p w14:paraId="54D7BA3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30F75F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2D88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4D8B09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UKO09561.1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FA902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27819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47FE94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A26556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BA6A12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280A4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"https://www.ncbi.nlm.nih.gov/nuccore/OM570249.1?from=26188&amp;to=26415"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26188..26415</w:t>
      </w:r>
    </w:p>
    <w:p w14:paraId="3C2C80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2554BD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"https://www.ncbi.nlm.nih.gov/nuccore/OM570249.1?from=26188&amp;to=26415"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26188..26415</w:t>
      </w:r>
    </w:p>
    <w:p w14:paraId="6D4ACF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A0045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702E0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5A2E1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"https://www.ncbi.nlm.nih.gov/protein/2190483136"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UKO09562.1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B355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F378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D7204A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"https://www.ncbi.nlm.nih.gov/nuccore/OM570249.1?from=26466&amp;to=27134"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26466..27134</w:t>
      </w:r>
    </w:p>
    <w:p w14:paraId="0A29EA4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50DEE6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"https://www.ncbi.nlm.nih.gov/nuccore/OM570249.1?from=26466&amp;to=27134"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26466..27134</w:t>
      </w:r>
    </w:p>
    <w:p w14:paraId="027EBC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30DB7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44557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88F32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UKO09563.1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8AD5F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1407F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2732E4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7C3B8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A9499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1D9CF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"https://www.ncbi.nlm.nih.gov/nuccore/OM570249.1?from=27145&amp;to=27330"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27145..27330</w:t>
      </w:r>
    </w:p>
    <w:p w14:paraId="5C04FE6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9F971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"https://www.ncbi.nlm.nih.gov/nuccore/OM570249.1?from=27145&amp;to=27330"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27145..27330</w:t>
      </w:r>
    </w:p>
    <w:p w14:paraId="737454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ECCBD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53F86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B6D5B5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UKO09564.1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55DCD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/translation="MFHLVDFQVTIAEILLIIMRTFKVSIWNLDYIINLIIKNLSKSL</w:t>
      </w:r>
    </w:p>
    <w:p w14:paraId="3206F6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024F1D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"https://www.ncbi.nlm.nih.gov/nuccore/OM570249.1?from=27337&amp;to=27702"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27337..27702</w:t>
      </w:r>
    </w:p>
    <w:p w14:paraId="345FCD6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58D1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"https://www.ncbi.nlm.nih.gov/nuccore/OM570249.1?from=27337&amp;to=27702"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27337..27702</w:t>
      </w:r>
    </w:p>
    <w:p w14:paraId="1C69DB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1628E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2BB4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4C7E85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"https://www.ncbi.nlm.nih.gov/protein/2190483139"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UKO09565.1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295D6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F1DB5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677C69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C0B33A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"https://www.ncbi.nlm.nih.gov/nuccore/OM570249.1?from=27699&amp;to=27830"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27699..27830</w:t>
      </w:r>
    </w:p>
    <w:p w14:paraId="04CA47F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F38B48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"https://www.ncbi.nlm.nih.gov/nuccore/OM570249.1?from=27699&amp;to=27830"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27699..27830</w:t>
      </w:r>
    </w:p>
    <w:p w14:paraId="1D71EC3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80DA8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4BEB8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3981B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"https://www.ncbi.nlm.nih.gov/protein/2190483140"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UKO09566.1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60D5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6EF46D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"https://www.ncbi.nlm.nih.gov/nuccore/OM570249.1?from=27837&amp;to=28202"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27837..28202</w:t>
      </w:r>
    </w:p>
    <w:p w14:paraId="047D946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B2F54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"https://www.ncbi.nlm.nih.gov/nuccore/OM570249.1?from=27837&amp;to=28202"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27837..28202</w:t>
      </w:r>
    </w:p>
    <w:p w14:paraId="4C78980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6D52A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09CD0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D0A798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"https://www.ncbi.nlm.nih.gov/protein/2190483141"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UKO09567.1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E411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96ED94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C91F2B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619881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"https://www.ncbi.nlm.nih.gov/nuccore/OM570249.1?from=28217&amp;to=29467"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28217..29467</w:t>
      </w:r>
    </w:p>
    <w:p w14:paraId="0C8594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B9224F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"https://www.ncbi.nlm.nih.gov/nuccore/OM570249.1?from=28217&amp;to=29467"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28217..29467</w:t>
      </w:r>
    </w:p>
    <w:p w14:paraId="30A0EE6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8E7853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EE82F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D2344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"https://www.ncbi.nlm.nih.gov/protein/2190483142"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UKO09568.1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143F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CD8AE7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FA9FBE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7326DC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4A9DAA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33652C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EQTQGNFGDQELIRQGTDYKHWPQIAQFAPSASAFFGMSRIGMEVTPSGTWLTYTGAI</w:t>
      </w:r>
    </w:p>
    <w:p w14:paraId="161327F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7EFF52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B9BF6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"https://www.ncbi.nlm.nih.gov/nuccore/OM570249.1?from=29492&amp;to=29608"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29492..29608</w:t>
      </w:r>
    </w:p>
    <w:p w14:paraId="393D8B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208CD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"https://www.ncbi.nlm.nih.gov/nuccore/OM570249.1?from=29492&amp;to=29608"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29492..29608</w:t>
      </w:r>
    </w:p>
    <w:p w14:paraId="40C74F3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938008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77F5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91063D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"https://www.ncbi.nlm.nih.gov/protein/2190483143"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UKO09569.1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D417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79F6A4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"https://www.ncbi.nlm.nih.gov/nuccore/OM570249.1?from=29543&amp;to=29578"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29543..29578</w:t>
      </w:r>
    </w:p>
    <w:p w14:paraId="19BCFD9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5A1F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664B2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"https://www.ncbi.nlm.nih.gov/nuccore/OM570249.1?from=29563&amp;to=29591"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29563..29591</w:t>
      </w:r>
    </w:p>
    <w:p w14:paraId="700E54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C48FF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FD4FFE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"https://www.ncbi.nlm.nih.gov/nuccore/OM570249.1?from=29662&amp;to=29676" </w:instrTex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0C9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29662..29676</w:t>
      </w:r>
    </w:p>
    <w:p w14:paraId="6969374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47A5E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592FD2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570249.1"/>
      <w:bookmarkEnd w:id="4"/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530629C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2E7E10D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3557BAA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01A070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02FF7A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1E16063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4DF9AD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7E8400E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29239E0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5672FD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gtacggcgcc gatctaaagt catttgactt</w:t>
      </w:r>
    </w:p>
    <w:p w14:paraId="1468EC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18350D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465EA8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3861878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10996EE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69418A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1264D1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40D7F0E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3742D2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19922B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179CA84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6FF02AD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1321 tgttaaaatt tattgtccag catgtcacaa ttcagaagta ggacctgagc atagtcttgc</w:t>
      </w:r>
    </w:p>
    <w:p w14:paraId="6BA7864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14D6BF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0D8671D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79C9A6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4800EBA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665DF8E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3E21AFF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2D67B97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7F421E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26A3CCB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74F1CEF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7B9DB9E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6CF30E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43887D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663B4E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0C4473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38FD5C4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6ACB263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agaaactggc ctactcatgc ctctaaaagc cccaaaagaa attatcttct tagagggaga</w:t>
      </w:r>
    </w:p>
    <w:p w14:paraId="0E857B2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31D1333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41A5E45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143511D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52FABF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tttttgaact</w:t>
      </w:r>
    </w:p>
    <w:p w14:paraId="78A09D0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gaagtgctct gcctatacag ttgaactcgg</w:t>
      </w:r>
    </w:p>
    <w:p w14:paraId="44B480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5BBAB37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2482AA0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43C290C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1A3A381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468734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4BFBEA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1A5FDF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6B07878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1AE678F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16BA92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0EA5BAC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06FBD12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059332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7AFCFD0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5684B01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3B64509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1273F8A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3841 gattcctaaa gaggaagtta agccatttat aactgaaagt aaaccttcag ttgaacagag</w:t>
      </w:r>
    </w:p>
    <w:p w14:paraId="06173C6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4474AF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4B8665E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7DFF7D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4D8BB32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ggctagtggc actactgaaa tgctagcgaa agctttgaga aaagtgccaa cagacaatta</w:t>
      </w:r>
    </w:p>
    <w:p w14:paraId="036446A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38F7D8C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ctttttacat tctaccatct attatctcta atgagaagca</w:t>
      </w:r>
    </w:p>
    <w:p w14:paraId="1743144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036E533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3A7B5A3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2941E0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5F534D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19DA2FE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626CFF3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0A86FD2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77AB834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09D85C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4C6100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gaggactatt aaggtgttta caacagtaga caacattaac ctccacacgc aagttgtgga</w:t>
      </w:r>
    </w:p>
    <w:p w14:paraId="4062C6F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2877790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0A69C03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1600590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2663060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3FEA26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14CAA04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tgaagctgct aacttttgtg cacttatctt agcctactgt aataagacag taggtgagtt</w:t>
      </w:r>
    </w:p>
    <w:p w14:paraId="3C735F4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311B8D2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aacgtggtgt gtaaaacttg tggacaacag cagacaaccc ttaagggtgt</w:t>
      </w:r>
    </w:p>
    <w:p w14:paraId="0901C6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241737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29A83AF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35EA69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7CEA8C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4D1F19A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3D28BF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5F47F13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65FE73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6D9539C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10D726A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28F2523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7348223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3155F1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49243A6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6361 accagtctct gaagaagtag tggaaaatcc taccatacag aaagacgttc ttgagtgtaa</w:t>
      </w:r>
    </w:p>
    <w:p w14:paraId="0DE17E1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atagtttaaa</w:t>
      </w:r>
    </w:p>
    <w:p w14:paraId="1EAF68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aattacagaa gaggttggcc acacagatct aatggctgct tatgtagaca attctagtct</w:t>
      </w:r>
    </w:p>
    <w:p w14:paraId="4A4944D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tactattaag aaacctaatg aattatctag agtattaggt ttgaaaaccc ttgctactca</w:t>
      </w:r>
    </w:p>
    <w:p w14:paraId="77E342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tggtttagct gctgttaata gtgtcccttg ggatactata gctaattatg ctaagccttt</w:t>
      </w:r>
    </w:p>
    <w:p w14:paraId="646E902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tcttaacaaa gttgttagta caactactaa catagttaca cggtgtttaa accgtgtttg</w:t>
      </w:r>
    </w:p>
    <w:p w14:paraId="009D709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tactaattat atgccttatt tctttacttt attgctacaa ttgtgtactt ttactagaag</w:t>
      </w:r>
    </w:p>
    <w:p w14:paraId="32F599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tacaaattct agaattaaag catctatgcc gactactata gcaaagaata ctgttaagag</w:t>
      </w:r>
    </w:p>
    <w:p w14:paraId="130F21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tgtcggtaaa ttttgtctag aggcttcatt taattatttg aagtcaccta atttttctaa</w:t>
      </w:r>
    </w:p>
    <w:p w14:paraId="46744C6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actgataaat attataattt ggtttttact attaagtgtt tgcctaggtt ctttaatcta</w:t>
      </w:r>
    </w:p>
    <w:p w14:paraId="76A4B9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ctcaaccgct gctttaggtg ttttaatgtc taatttaggc atgccttctt actgtactgg</w:t>
      </w:r>
    </w:p>
    <w:p w14:paraId="285E89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ttacagagaa ggctatttga actctactaa tgtcactatt gcaacctact gtactggttc</w:t>
      </w:r>
    </w:p>
    <w:p w14:paraId="4DBB457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tataccttgt agtgtttgtc ttagtggttt agattcttta gacacctatc cttctttaga</w:t>
      </w:r>
    </w:p>
    <w:p w14:paraId="2465502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aactatacaa attaccattt catcttttaa atgggattta actgcttttg gcttagttgc</w:t>
      </w:r>
    </w:p>
    <w:p w14:paraId="5DC0EB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agagtggttt ttggcatata ttcttttcac taggtttttc tatgtacttg gattggctgc</w:t>
      </w:r>
    </w:p>
    <w:p w14:paraId="4D1810C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aatcatgcaa ttgtttttca gctattttgc agtacatttt attagtaatt cttggcttat</w:t>
      </w:r>
    </w:p>
    <w:p w14:paraId="2F4781D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gtggttaata attaatcttg tacaaatggc cccgatttca gctatggtta gaatgtacat</w:t>
      </w:r>
    </w:p>
    <w:p w14:paraId="654E25F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cttctttgca tcattttatt atgtatggaa aagttatgtg catgttgtag acggttgtaa</w:t>
      </w:r>
    </w:p>
    <w:p w14:paraId="021392C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ttcatcaact tgtatgatgt gttacaaacg taatagagca acaagagtcg aatgtacaac</w:t>
      </w:r>
    </w:p>
    <w:p w14:paraId="43F1D3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tattgttaat ggtgttagaa ggtcctttta tgtctatgct aatggaggta aaggcttttg</w:t>
      </w:r>
    </w:p>
    <w:p w14:paraId="2F39700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caaactacac aattggaatt gtgttaattg tgatacattc tgtgctggta gtacatttat</w:t>
      </w:r>
    </w:p>
    <w:p w14:paraId="498B03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tagtgatgaa gttgcgagag acttgtcact acagtttaaa agaccaataa atcctactga</w:t>
      </w:r>
    </w:p>
    <w:p w14:paraId="75243BF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ccagtcttct tacatcgttg atagtgttac agtgaagaat ggttccatcc atctttactt</w:t>
      </w:r>
    </w:p>
    <w:p w14:paraId="0A1DBB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tgataaagct ggtcaaaaga cttatgaaag acattctctc tctcattttg ttaacttaga</w:t>
      </w:r>
    </w:p>
    <w:p w14:paraId="31AD8F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caacctgaga gctaataaca ctaaaggttc attgcctatt aatgttatag tttttgatgg</w:t>
      </w:r>
    </w:p>
    <w:p w14:paraId="6A6283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taaatcaaaa tgtgaagaat catctgcaaa atcagcgtct gtttactaca gtcagcttat</w:t>
      </w:r>
    </w:p>
    <w:p w14:paraId="605DE06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gtgtcaacct atactgttac tagatcaggc attagtgtct gatgttggtg atagtgcgga</w:t>
      </w:r>
    </w:p>
    <w:p w14:paraId="0C77FA3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agttgcagtt aaaatgtttg atgcttacgt taatacgttt tcatcaactt ttaacgtacc</w:t>
      </w:r>
    </w:p>
    <w:p w14:paraId="71C6B5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aatggaaaaa ctcaaaacac tagttgcaac tgcagaagct gaacttgcaa agaatgtgtc</w:t>
      </w:r>
    </w:p>
    <w:p w14:paraId="6F1D4A0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cttagacaat gtcttatcta cttttatttc agcagctcgg caagggtttg ttgattcaga</w:t>
      </w:r>
    </w:p>
    <w:p w14:paraId="51ACF9E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tgtagaaact aaagatgttg ttgaatgtct taaattgtca catcaatctg acatagaagt</w:t>
      </w:r>
    </w:p>
    <w:p w14:paraId="73FB0DC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tactggcgat agttgtaata actatatgct cacctataac aaagttgaaa acatgacacc</w:t>
      </w:r>
    </w:p>
    <w:p w14:paraId="014C210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ccgtgacctt ggtgcttgta ttgactgtag tgcgcgtcat attaatgcgc aggtagcaaa</w:t>
      </w:r>
    </w:p>
    <w:p w14:paraId="609BB0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aagtcacaac attgctttga tatggaacgt taaagatttc atgtcattgt ctgaacaact</w:t>
      </w:r>
    </w:p>
    <w:p w14:paraId="4FD7CFB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acgaaaacaa atacgtagtg ctgctaaaaa gaataactta ccttttaagt tgacatgtgc</w:t>
      </w:r>
    </w:p>
    <w:p w14:paraId="2547DC3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aactactaga caagttgtta atgttgtaac aacaaagata gcacttaagg gtggtaaaat</w:t>
      </w:r>
    </w:p>
    <w:p w14:paraId="50D73F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tgttaataat tggttgaagc agttaattaa agttacactt gtgttccttt ttgttgctgc</w:t>
      </w:r>
    </w:p>
    <w:p w14:paraId="6CB1F38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tattttctat ttaataacac ctgttcatgt catgtctaaa catactgact tttcaagtga</w:t>
      </w:r>
    </w:p>
    <w:p w14:paraId="01D8B10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aatcatagga tacaaggcta ttgatggtgg tgtcactcgt gacatagcat ctacagatat</w:t>
      </w:r>
    </w:p>
    <w:p w14:paraId="710B2BE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ttgttttgct aacaaacatg ctgattttga cacatggttt agccagcgtg gtggtagtta</w:t>
      </w:r>
    </w:p>
    <w:p w14:paraId="54A14EF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tactaatgac aaagcttgcc cattgattgc tgcagtcata acaagagaag tgggttttgt</w:t>
      </w:r>
    </w:p>
    <w:p w14:paraId="4B5FFE5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cgtgcctggt ttgcctggca cgatattacg cacaactaat ggtgactttt tgcatttctt</w:t>
      </w:r>
    </w:p>
    <w:p w14:paraId="3CAC9BC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8881 acctagagtt tttagtgcag ttggtaacat ctgttacaca ccatcaaaac ttatagagta</w:t>
      </w:r>
    </w:p>
    <w:p w14:paraId="44E020A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cactgacttt gcaacatcag cttgtgtttt ggctgctgaa tgtacaattt ttaaagatgc</w:t>
      </w:r>
    </w:p>
    <w:p w14:paraId="6551122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ttctggtaag ccagtaccat attgttatga taccaatgta ctagaaggtt ctgttgctta</w:t>
      </w:r>
    </w:p>
    <w:p w14:paraId="7231AB6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tgaaagttta cgccctgaca cacgttatgt gctcatggat ggctctatta ttcaatttcc</w:t>
      </w:r>
    </w:p>
    <w:p w14:paraId="768923F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taacacctac cttgaaggtt ctgttagagt ggtaacaact tttgattctg agtactgtag</w:t>
      </w:r>
    </w:p>
    <w:p w14:paraId="0636D3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gcacggcact tgtgaaagat cagaagctgg tgtttgtgta tctactagtg gtagatgggt</w:t>
      </w:r>
    </w:p>
    <w:p w14:paraId="005B506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acttaacaat gattattaca gatctttacc aggagttttc tgtggtgtag atgctgtaaa</w:t>
      </w:r>
    </w:p>
    <w:p w14:paraId="4A274C0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tttatttact aatatgttta caccactaat tcaacctatt ggtgctttgg acatatcagc</w:t>
      </w:r>
    </w:p>
    <w:p w14:paraId="609CFB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atctatagta gctggtggta ttgtggctat cgtagtaaca tgccttgcct actattttat</w:t>
      </w:r>
    </w:p>
    <w:p w14:paraId="016238E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gaggtttaga agagcttttg gtgaatacag tcatgtagtt gcctttaata ctttactatt</w:t>
      </w:r>
    </w:p>
    <w:p w14:paraId="302EC88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ccttatgtca ttcattgtac tctgtttaac accagtttac tcattcttac ctggtgttta</w:t>
      </w:r>
    </w:p>
    <w:p w14:paraId="0DCF69C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ttctgttatt tacttgtact tgacatttta tcttactaat gatgtttctt ttttagcaca</w:t>
      </w:r>
    </w:p>
    <w:p w14:paraId="691A36B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tattcagtgg atggttatgt tcacaccttt agtacctttc tggataacaa ttgcttatat</w:t>
      </w:r>
    </w:p>
    <w:p w14:paraId="2DB137B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catttgtatt tccacaaagc atttctattg gttctttagt aattacctaa agagacgtgt</w:t>
      </w:r>
    </w:p>
    <w:p w14:paraId="02B389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agtctttaat ggtgtttcct ttagtacttt tgaagaagct gcgctgtgca cctttttgtt</w:t>
      </w:r>
    </w:p>
    <w:p w14:paraId="3CA81C2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aaataaagaa atgtatctaa agttgcgtag tgatgtgcta ttacctttta cgcaatataa</w:t>
      </w:r>
    </w:p>
    <w:p w14:paraId="184DE13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tagatactta gctctttata ataagtacaa gtattttagt ggagcaatgg atacaactag</w:t>
      </w:r>
    </w:p>
    <w:p w14:paraId="7EC4BC0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ctacagagaa gctgcttgtt gtcatctcgc aaaggctctc aatgacttca gtaactcagg</w:t>
      </w:r>
    </w:p>
    <w:p w14:paraId="5C6F92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ttctgatgtt ctttaccaac caccacaaat ctctatcacc tcagctgttt tgcagagtgg</w:t>
      </w:r>
    </w:p>
    <w:p w14:paraId="3F55CB8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ttttagaaaa atggcattcc catctggtaa agttgagggt tgtatggtac aagtaacttg</w:t>
      </w:r>
    </w:p>
    <w:p w14:paraId="596D6B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tggtacaact acacttaacg gtctttggct tgatgacgta gtttactgtc caagacatgt</w:t>
      </w:r>
    </w:p>
    <w:p w14:paraId="55CDAA6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gatctgcacc tctgaagata tgcttaaccc taattatgaa gatttactca ttcgtaagtc</w:t>
      </w:r>
    </w:p>
    <w:p w14:paraId="4E0F393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taatcataat ttcttggtac aggctggtaa tgttcaactc agggttattg gacattctat</w:t>
      </w:r>
    </w:p>
    <w:p w14:paraId="3911C5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gcaaaattgt gtacttaagc ttaaggttga tacagccaat cctaagacac ctaagtataa</w:t>
      </w:r>
    </w:p>
    <w:p w14:paraId="79CDACA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gtttgttcgc attcaaccag gacagacttt ttcagtgtta gcttgttaca atggttcacc</w:t>
      </w:r>
    </w:p>
    <w:p w14:paraId="6266102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atctggtgtt taccaatgtg ctatgagaca caatttcact attaagggtt cattccttaa</w:t>
      </w:r>
    </w:p>
    <w:p w14:paraId="0087C2D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tggttcatgt ggtagtgttg gttttaacat agattatgac tgtgtctctt tttgttacat</w:t>
      </w:r>
    </w:p>
    <w:p w14:paraId="734AEE9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gcaccatatg gaattaccaa ctggagttca tgctggcaca gacttagaag gtaactttta</w:t>
      </w:r>
    </w:p>
    <w:p w14:paraId="1CB14A4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tggacctttt gttgacaggc aaacagcaca agcagctggt acggacacaa ctattacagt</w:t>
      </w:r>
    </w:p>
    <w:p w14:paraId="587AE5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taatgtttta gcttggttgt acgctgctgt tataaatgga gacaggtggt ttctcaatcg</w:t>
      </w:r>
    </w:p>
    <w:p w14:paraId="7DC32E5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atttaccaca actcttaatg actttaacct tgtggctatg aagtacaatt atgaacctct</w:t>
      </w:r>
    </w:p>
    <w:p w14:paraId="43D5034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aacacaagac catgttgaca tactaggacc tctttctgct caaactggaa ttgccgtttt</w:t>
      </w:r>
    </w:p>
    <w:p w14:paraId="5DEBFF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agatatgtgt gcttcattaa aagaattact gcaaaatggt atgaatggac gtaccatatt</w:t>
      </w:r>
    </w:p>
    <w:p w14:paraId="41AF245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gggtagtgct ttattagaag atgaatttac accttttgat gttgttagac aatgctcagg</w:t>
      </w:r>
    </w:p>
    <w:p w14:paraId="7712DE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tgttactttc caaagtgcag tgaaaagaac aatcaagggt acacaccact ggttgttact</w:t>
      </w:r>
    </w:p>
    <w:p w14:paraId="29E9D38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cacaattttg acttcacttt tagttttagt ccagagtact caatggtctt tgttcttttt</w:t>
      </w:r>
    </w:p>
    <w:p w14:paraId="0A63D26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tttgtatgaa aatgcctttt taccttttgc tatgggtatt attgctatgt ctgcttttgc</w:t>
      </w:r>
    </w:p>
    <w:p w14:paraId="328BB1C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aatgatgttt gtcaaacata agcatgcatt tctctgtttg tttttgttac cttctcttgc</w:t>
      </w:r>
    </w:p>
    <w:p w14:paraId="342F080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cactgtagct tattttaata tggtctatat gcctgctagt tgggtgatgc gtattatgac</w:t>
      </w:r>
    </w:p>
    <w:p w14:paraId="0B533F3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atggttggat atggttgata ctagtttgaa gctaaaagac tgtgttatgt atgcatcagc</w:t>
      </w:r>
    </w:p>
    <w:p w14:paraId="13AC2E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tgtagtgtta ctaatcctta tgacagcaag aactgtgtat gatgatggtg ctaggagagt</w:t>
      </w:r>
    </w:p>
    <w:p w14:paraId="4F7D7CC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gtggacactt atgaatgtct tgacactcgt ttataaagtt tattatggta atgctttaga</w:t>
      </w:r>
    </w:p>
    <w:p w14:paraId="1C28200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11401 tcaagccatt tccatgtggg ctcttataat ctctgttact tctaactact caggtgtagt</w:t>
      </w:r>
    </w:p>
    <w:p w14:paraId="4A6188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tacaactgtc atgtttttgg ccagaggtat tgtttttatg tgtgttgagt attgccctat</w:t>
      </w:r>
    </w:p>
    <w:p w14:paraId="1AC08B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tttcttcata actggtaata cacttcagtg tataatgcta gtttattgtt tcttaggcta</w:t>
      </w:r>
    </w:p>
    <w:p w14:paraId="67B568A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tttttgtact tgttactttg gcctcttttg tttactcaac cgctacttta gactgactct</w:t>
      </w:r>
    </w:p>
    <w:p w14:paraId="357C816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tggtgtttat gattacttag tttctacaca ggagtttaga tatatgaatt cacagggact</w:t>
      </w:r>
    </w:p>
    <w:p w14:paraId="047CD86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actcccaccc aagaatagca tagatgcctt caaactcaac attaaattgt tgggtgttgg</w:t>
      </w:r>
    </w:p>
    <w:p w14:paraId="4486EA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tggcaaacct tgtatcaaag tagccactgt acagtctaaa atgtcagatg taaagtgcac</w:t>
      </w:r>
    </w:p>
    <w:p w14:paraId="06CC8C4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atcagtagtc ttactctcag ttttgcaaca actcagagta gaatcatcat ctaaattgtg</w:t>
      </w:r>
    </w:p>
    <w:p w14:paraId="702F08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ggctcaatgt gtccagttac acaatgacat tctcttagct aaagatacta ctgaagcctt</w:t>
      </w:r>
    </w:p>
    <w:p w14:paraId="575B003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tgaaaaaatg gtttcactac tttctgtttt gctttccatg cagggtgctg tagacataaa</w:t>
      </w:r>
    </w:p>
    <w:p w14:paraId="59234C5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caagctttgt gaagaaatgc tggacaacag ggcaacctta caagctatag cctcagagtt</w:t>
      </w:r>
    </w:p>
    <w:p w14:paraId="3A3384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tagttccctt ccatcatatg cagcttttgc tactgctcaa gaagcttatg agcaggctgt</w:t>
      </w:r>
    </w:p>
    <w:p w14:paraId="6563DB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tgctaatggt gattctgaag ttgttcttaa aaagttgaag aagtctttga atgtggctaa</w:t>
      </w:r>
    </w:p>
    <w:p w14:paraId="42F0DB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atctgaattt gaccgtgatg cagccatgca acgtaagttg gaaaagatgg ctgatcaagc</w:t>
      </w:r>
    </w:p>
    <w:p w14:paraId="2D3450F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tatgacccaa atgtataaac aggctagatc tgaggacaag agggcaaaag ttactagtgc</w:t>
      </w:r>
    </w:p>
    <w:p w14:paraId="4B12648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tatgcagaca atgcttttca ctatgcttag aaagttggat aatgatgcac tcaacaacat</w:t>
      </w:r>
    </w:p>
    <w:p w14:paraId="1BA7584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tatcaacaat gcaagagatg gttgtgttcc cttgaacata atacctctta caacagcagc</w:t>
      </w:r>
    </w:p>
    <w:p w14:paraId="7DF1547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caaactaatg gttgtcatac cagactataa cacatataaa aatacgtgtg atggtacaac</w:t>
      </w:r>
    </w:p>
    <w:p w14:paraId="2E42EC9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atttacttat gcatcagcat tgtgggaaat ccaacaggtt gtagatgcag atagtaaaat</w:t>
      </w:r>
    </w:p>
    <w:p w14:paraId="587B4B1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tgttcaactt agtgaaatta gtatggacaa ttcacctaat ttagcatggc ctcttattgt</w:t>
      </w:r>
    </w:p>
    <w:p w14:paraId="0CFBF9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aacagcttta agggccaatt ctgctgtcaa attacagaat aatgagctta gtcctgttgc</w:t>
      </w:r>
    </w:p>
    <w:p w14:paraId="39926AE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actacgacag atgtcttgtg ctgccggtac tacacaaact gcttgcactg atgacaatgc</w:t>
      </w:r>
    </w:p>
    <w:p w14:paraId="411B943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gttagcttac tacaacacaa caaagggagg taggtttgta cttgcactgt tatccgattt</w:t>
      </w:r>
    </w:p>
    <w:p w14:paraId="5A1268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acaggatttg aaatgggcta gattccctaa gagtgatgga actggtacta tttatacaga</w:t>
      </w:r>
    </w:p>
    <w:p w14:paraId="0F3B665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actggaacca ccttgtaggt ttgttacaga cacacctaaa ggtcctaaag tgaagtattt</w:t>
      </w:r>
    </w:p>
    <w:p w14:paraId="74D229A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atactttatt aaaggattaa acaacctaaa tagaggtatg gtacttggta gtttagctgc</w:t>
      </w:r>
    </w:p>
    <w:p w14:paraId="3D94531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cacagtacgt ctacaagctg gtaatgcaac agaagtgcct gccaattcaa ctgtattatc</w:t>
      </w:r>
    </w:p>
    <w:p w14:paraId="7E44836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tttctgtgct tttgctgtag atgctgctaa agcttacaaa gattatctag ctagtggggg</w:t>
      </w:r>
    </w:p>
    <w:p w14:paraId="2570FAE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acaaccaatc actaattgtg ttaagatgtt gtgtacacac actggtactg gtcaggcaat</w:t>
      </w:r>
    </w:p>
    <w:p w14:paraId="7A5641A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aacagttaca ccggaagcca atatggatca agaatccttt ggtggtgcat cgtgttgtct</w:t>
      </w:r>
    </w:p>
    <w:p w14:paraId="5A21F7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gtactgccgt tgccacatag atcatccaaa tcctaaagga ttttgtgact taaaaggtaa</w:t>
      </w:r>
    </w:p>
    <w:p w14:paraId="641204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gtatgtacaa atacctacaa cttgtgctaa tgaccctgtg ggttttacac ttaaaaacac</w:t>
      </w:r>
    </w:p>
    <w:p w14:paraId="2236263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agtctgtacc gtctgcggta tgtggaaagg ttatggctgt agttgtgatc aactccgcga</w:t>
      </w:r>
    </w:p>
    <w:p w14:paraId="12658C0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acccatgctt cagtcagctg atgcacaatc gtttttaaac gggtttgcgg tgtaagtgca</w:t>
      </w:r>
    </w:p>
    <w:p w14:paraId="5CB91C1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gcccgtctta caccgtgcgg cacaggcact agtactgatg tcgtatacag ggcttttgac</w:t>
      </w:r>
    </w:p>
    <w:p w14:paraId="44787A3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atctacaatg ataaagtagc tggttttgct aaattcctaa aaactaattg ttgtcgcttc</w:t>
      </w:r>
    </w:p>
    <w:p w14:paraId="5CF6AA7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caagaaaagg acgaagatga caatttaatt gattcttact ttgtagttaa gagacacact</w:t>
      </w:r>
    </w:p>
    <w:p w14:paraId="7DF5659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ttctctaact accaacatga agaaacaatt tataatttac ttaaggattg tccagctgtt</w:t>
      </w:r>
    </w:p>
    <w:p w14:paraId="4A469EE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gctaaacatg acttctttaa gtttagaata gacggtgaca tggtaccaca tatatcacgt</w:t>
      </w:r>
    </w:p>
    <w:p w14:paraId="124AF05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caacgtctta ctaaatacac aatggcagac ctcgtctatg ctttaaggca ttttgatgaa</w:t>
      </w:r>
    </w:p>
    <w:p w14:paraId="5FF30D1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ggtaattgtg acacattaaa agaaatactt gtcacataca attgttgtga tgatgattat</w:t>
      </w:r>
    </w:p>
    <w:p w14:paraId="0A49791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ttcaataaaa aggactggta tgattttgta gaaaacccag atatattacg cgtatacgcc</w:t>
      </w:r>
    </w:p>
    <w:p w14:paraId="3FB6D2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13921 aacttaggtg aacgtgtacg ccaagctttg ttaaaaacag tacaattctg tgatgccatg</w:t>
      </w:r>
    </w:p>
    <w:p w14:paraId="63BD0B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cgaaatgctg gtattgttgg tgtactgaca ttagataatc aagatctcaa tggtaactgg</w:t>
      </w:r>
    </w:p>
    <w:p w14:paraId="66728A6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tatgatttcg gtgatttcat acaaaccacg ccaggtagtg gagttcctgt tgtagattct</w:t>
      </w:r>
    </w:p>
    <w:p w14:paraId="533476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tattattcat tgttaatgcc tatattaacc ttgaccaggg ctttaactgc agagtcacat</w:t>
      </w:r>
    </w:p>
    <w:p w14:paraId="1EB2C14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gttgacactg acttaacaaa gccttacatt aagtgggatt tgttaaaata tgacttcacg</w:t>
      </w:r>
    </w:p>
    <w:p w14:paraId="4AAC894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gaagagaggt taaaactctt tgaccgttat tttaaatatt gggatcagac ataccaccca</w:t>
      </w:r>
    </w:p>
    <w:p w14:paraId="581BE24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aattgtgtta actgtttgga tgacagatgc attctgcatt gtgcaaactt taatgtttta</w:t>
      </w:r>
    </w:p>
    <w:p w14:paraId="40C59EE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ttctctacag tgttcccact tacaagtttt ggaccactag tgagaaaaat atttgttgat</w:t>
      </w:r>
    </w:p>
    <w:p w14:paraId="786EED1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ggtgttccat ttgtagtttc aactggatac cacttcagag agctaggtgt tgtacataat</w:t>
      </w:r>
    </w:p>
    <w:p w14:paraId="5289B8D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caggatgtaa acttacatag ctctagactt agttttaagg aattacttgt gtatgctgct</w:t>
      </w:r>
    </w:p>
    <w:p w14:paraId="0885AA5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gaccctgcta tgcacgctgc ttctggtaat ctattactag ataaacgcac tacgtgcttt</w:t>
      </w:r>
    </w:p>
    <w:p w14:paraId="0AE56E7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tcagtagctg cacttactaa caatgttgct tttcaaactg tcaaacccgg taattttaac</w:t>
      </w:r>
    </w:p>
    <w:p w14:paraId="1ECC1D1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aaagacttct atgactttgc tgtgtctaag ggtttcttta aggaaggaag ttctgttgaa</w:t>
      </w:r>
    </w:p>
    <w:p w14:paraId="1785660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ttaaaacact tcttctttgc tcaggatggt aatgctgcta tcagcgatta tgactactat</w:t>
      </w:r>
    </w:p>
    <w:p w14:paraId="73A816D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cgttataatc taccaacaat gtgtgatatc agacaactac tatttgtagt tgaagttgtt</w:t>
      </w:r>
    </w:p>
    <w:p w14:paraId="128169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gataagtact ttgattgtta cgatggtggc tgtattaatg ctaaccaagt catcgtcaac</w:t>
      </w:r>
    </w:p>
    <w:p w14:paraId="09C40D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aacctagaca aatcagctgg ttttccattt aataaatggg gtaaggctag actttattat</w:t>
      </w:r>
    </w:p>
    <w:p w14:paraId="414D6E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gattcaatga gttatgagga tcaagatgca cttttcgcat atacaaaacg taatgtcatc</w:t>
      </w:r>
    </w:p>
    <w:p w14:paraId="5296123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cctactataa ctcaaatgaa tcttaagtat gccattagtg caaagaatag agctcgcacc</w:t>
      </w:r>
    </w:p>
    <w:p w14:paraId="6246051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gtagctggtg tctctatctg tagtactatg accaatagac agtttcatca aaaattattg</w:t>
      </w:r>
    </w:p>
    <w:p w14:paraId="333E7B9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aaatcaatag ccgccactag aggagctact gtagtaattg gaacaagcaa attctatggt</w:t>
      </w:r>
    </w:p>
    <w:p w14:paraId="7F18B5E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ggttggcaca acatgttaaa aactgtttat agtgatgtag aaaaccctca ccttatgggt</w:t>
      </w:r>
    </w:p>
    <w:p w14:paraId="7206915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tgggattatc ctaaatgtga tagagccatg cctaacatgc ttagaattat ggcctcactt</w:t>
      </w:r>
    </w:p>
    <w:p w14:paraId="01039D2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gttcttgctc gcaaacatac aacgtgttgt agcttgtcac accgtttcta tagattagct</w:t>
      </w:r>
    </w:p>
    <w:p w14:paraId="02B0276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aatgagtgtg ctcaagtatt gagtgaaatg gtcatgtgtg gcggttcact atatgttaaa</w:t>
      </w:r>
    </w:p>
    <w:p w14:paraId="3AE44C2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ccaggtggaa cctcatcagg agatgccaca actgcttatg ctaatagtgt ttttaacatt</w:t>
      </w:r>
    </w:p>
    <w:p w14:paraId="634B0A5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tgtcaagctg tcacggccaa tgttaatgca cttttatcta ctgatggtaa caaaattgcc</w:t>
      </w:r>
    </w:p>
    <w:p w14:paraId="50D868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gataagtatg tccgcaattt acaacacaga ctttatgagt gtctctatag aaatagagat</w:t>
      </w:r>
    </w:p>
    <w:p w14:paraId="1928EA4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gttgacacag actttgtgaa tgagttttac gcatatttgc gtaaacattt ctcaatgatg</w:t>
      </w:r>
    </w:p>
    <w:p w14:paraId="51AFFF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atactttctg acgatgctgt tgtgtgtttc aatagcactt atgcatctca aggtctagtg</w:t>
      </w:r>
    </w:p>
    <w:p w14:paraId="67F558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gctagcataa agaactttaa gtcagttctt tattatcaaa acaatgtttt tatgtctgaa</w:t>
      </w:r>
    </w:p>
    <w:p w14:paraId="4A43B3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gcaaaatgtt ggactgagac tgaccttact aaaggacctc atgaattttg ctctcaacat</w:t>
      </w:r>
    </w:p>
    <w:p w14:paraId="224DCFD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acaatgctag ttaaacaggg tgatgattat gtgtaccttc cttacccaga tccatcaaga</w:t>
      </w:r>
    </w:p>
    <w:p w14:paraId="1E2B747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atcctagggg ccggctgttt tgtagatgat atcgtaaaaa cagatggtac acttatgatt</w:t>
      </w:r>
    </w:p>
    <w:p w14:paraId="041F37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gaacggttcg tgtctttagc tatagatgct tacccactta ctaaacatcc taatcaggag</w:t>
      </w:r>
    </w:p>
    <w:p w14:paraId="3CA4979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tatgctgatg tctttcattt gtacttacaa tacataagaa agctacatga tgagttaaca</w:t>
      </w:r>
    </w:p>
    <w:p w14:paraId="115744E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ggacacatgt tagacatgta ttctgttatg cttactaatg ataacacttc aaggtattgg</w:t>
      </w:r>
    </w:p>
    <w:p w14:paraId="5BFA56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gaacctgagt tttatgaggc tatgtacaca ccgcatacag tcttacaggc tgttggggct</w:t>
      </w:r>
    </w:p>
    <w:p w14:paraId="2DCA33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tgtgttcttt gcaattcaca gacttcatta agatgtggtg cttgcatacg tagaccattc</w:t>
      </w:r>
    </w:p>
    <w:p w14:paraId="412F45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ttatgttgta aatgctgtta cgaccatgtc atatcaacat cacataaatt agtcttgtct</w:t>
      </w:r>
    </w:p>
    <w:p w14:paraId="4D95C48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gttaatccgt atgtttgcaa tgctccaggt tgtgatgtca cagatgtgac tcaactttac</w:t>
      </w:r>
    </w:p>
    <w:p w14:paraId="05A06C7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ttaggaggta tgagctatta ttgtaaatca cataaaccac ccattagttt tccattgtgt</w:t>
      </w:r>
    </w:p>
    <w:p w14:paraId="766D143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16441 gctaatggac aagtttttgg tttatataaa aatacatgtg ttggtagcga taatgttact</w:t>
      </w:r>
    </w:p>
    <w:p w14:paraId="51AEB5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gactttaatg caattgcaac atgtgactgg acaaatgctg gtgattacat tttagctaac</w:t>
      </w:r>
    </w:p>
    <w:p w14:paraId="3688838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acctgtactg aaagactcaa gctttttgca gcagaaacgc tcaaagctac tgaggagaca</w:t>
      </w:r>
    </w:p>
    <w:p w14:paraId="2E2B8D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tttaaactgt cttatggtat tgctactgta cgtgaagtgc tgtctgacag agaattacat</w:t>
      </w:r>
    </w:p>
    <w:p w14:paraId="57DFE95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ctttcatggg aagttggtaa acctagacca ccacttaacc gaaattatgt ctttactggt</w:t>
      </w:r>
    </w:p>
    <w:p w14:paraId="4408D01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tatcgtgtaa ctaaaaacag taaagtacaa ataggagagt acacctttga aaaaggtgac</w:t>
      </w:r>
    </w:p>
    <w:p w14:paraId="2124798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tatggtgatg ctgttgttta ccgaggtaca acaacttaca aattaaatgt tggtgattat</w:t>
      </w:r>
    </w:p>
    <w:p w14:paraId="0F57AC4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tttgtgctga catcacatac agtaatgcca ttaagtgcac ctacactagt gccacaagag</w:t>
      </w:r>
    </w:p>
    <w:p w14:paraId="3177FC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cactatgtta gaattactgg cttataccca acactcaata tctcagatga gttttctagc</w:t>
      </w:r>
    </w:p>
    <w:p w14:paraId="631F82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aatgttgcaa attatcaaaa ggttggtatg caaaagtatt ctacactcca gggaccacct</w:t>
      </w:r>
    </w:p>
    <w:p w14:paraId="4AD9E46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ggtactggta agagtcattt tgctattggc ctagctctct actacccttc tgctcgcata</w:t>
      </w:r>
    </w:p>
    <w:p w14:paraId="241C5ED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gtgtatacag cttgctctca tgccgctgtt gatgcactat gtgagaaggc attaaaatat</w:t>
      </w:r>
    </w:p>
    <w:p w14:paraId="6F6E6D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ttgcctatag ataaatgtag tagaattata cctgcacgtg ctcgtgtaga gtgttttgat</w:t>
      </w:r>
    </w:p>
    <w:p w14:paraId="7A6B2E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aaattcaaag tgaattcaac attagaacag tatgtctttt gtactgtaaa tgcattgcct</w:t>
      </w:r>
    </w:p>
    <w:p w14:paraId="7CD17F4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gagacgacag cagatatagt tgtctttgat gaaatttcaa tggccacaaa ttatgatttg</w:t>
      </w:r>
    </w:p>
    <w:p w14:paraId="0C0DDF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agtgttgtca atgccagatt atgtgctaag cactatgtgt acattggcga ccctgctcaa</w:t>
      </w:r>
    </w:p>
    <w:p w14:paraId="0B45123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ttacctgcac cacgcacatt gctaactaag ggcacactag aaccagaata tttcaattca</w:t>
      </w:r>
    </w:p>
    <w:p w14:paraId="73D794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gtgtgtagac ttatgaaaac tataggtcca gacatgttcc tcggaacttg tcggcgttgt</w:t>
      </w:r>
    </w:p>
    <w:p w14:paraId="306CB7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cctgctgaaa ttgttgacac tgtgagtgct ttggtttatg ataataagct taaagcacat</w:t>
      </w:r>
    </w:p>
    <w:p w14:paraId="55CD73A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aaagacaaat cagctcaatg ctttaaaatg ttttataagg gtgttatcac gcatgatgtt</w:t>
      </w:r>
    </w:p>
    <w:p w14:paraId="45DBAC0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tcatctgcaa ttaacaggcc acaaataggc gtggtaagag aattccttac acgtaaccct</w:t>
      </w:r>
    </w:p>
    <w:p w14:paraId="1763963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gcttggagaa aagctgtctt tatttcacct tataattcac agaatgctgt agcctcaaag</w:t>
      </w:r>
    </w:p>
    <w:p w14:paraId="628741C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attttgggac taccaactca aactgttgat tcatcacagg gctcagaata tgactatgtc</w:t>
      </w:r>
    </w:p>
    <w:p w14:paraId="79F3622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atattcactc aaaccactga aacagctcac tcttgtaatg taaacagatt taatgttgct</w:t>
      </w:r>
    </w:p>
    <w:p w14:paraId="090983D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attaccagag caaaagtagg catactttgc ataatgtctg atagagacct ttatgacaag</w:t>
      </w:r>
    </w:p>
    <w:p w14:paraId="4D133A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ttgcaattta caagtcttga aattccacgt aggaatgtgg caactttaca agctgaaaat</w:t>
      </w:r>
    </w:p>
    <w:p w14:paraId="75A6DCF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gtaacaggac tctttaaaga ttgtagtaag gtaatcactg ggttacatcc tacacaggca</w:t>
      </w:r>
    </w:p>
    <w:p w14:paraId="1D78AEB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cctacacacc tcagtgttga cactaaattc aaaactgaag gtttatgtgt tgacgtacct</w:t>
      </w:r>
    </w:p>
    <w:p w14:paraId="39D2EC4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ggcataccta aggacatgac ctatagaaga ctcatctcta tgatgggttt taaaatgaat</w:t>
      </w:r>
    </w:p>
    <w:p w14:paraId="6BC060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tatcaagtta atggttaccc taacatgttt atcacccgcg aagaagctat aagacatgta</w:t>
      </w:r>
    </w:p>
    <w:p w14:paraId="4E30B16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cgtgcatgga ttggcttcga tgtcgagggg tgtcatgcta ctagagaagc tgttggtacc</w:t>
      </w:r>
    </w:p>
    <w:p w14:paraId="3D12938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aatttacctt tacagctagg tttttctaca ggtgttaacc tagttgctgt acctacaggt</w:t>
      </w:r>
    </w:p>
    <w:p w14:paraId="0CB3B84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tatgttgata cacctaataa tacagatttt tccagagtta gtgctaaacc accgcctgga</w:t>
      </w:r>
    </w:p>
    <w:p w14:paraId="65B25C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gatcaattta aacacctcat accacttatg tacaaaggac ttccttggaa tgtagtgcgt</w:t>
      </w:r>
    </w:p>
    <w:p w14:paraId="0698739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ataaagattg tacaaatgtt aagtgacaca cttaaaaatc tctctgacag agtcgtattt</w:t>
      </w:r>
    </w:p>
    <w:p w14:paraId="21973F4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gtcttatggg cacatggctt tgagttgaca tctatgaagt attttgtgaa aataggacct</w:t>
      </w:r>
    </w:p>
    <w:p w14:paraId="42641F7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gagcgcacct gttgtctatg tgatagacgt gccacatgct tttccactgc ttcagacact</w:t>
      </w:r>
    </w:p>
    <w:p w14:paraId="16184F2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tatgcctgtt ggcatcattc tattggattt gattacgtct ataatccgtt tatgattgat</w:t>
      </w:r>
    </w:p>
    <w:p w14:paraId="3DA08D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gttcaacaat ggggttttac aggtaaccta caaagcaacc atgatctgta ttgtcaagtc</w:t>
      </w:r>
    </w:p>
    <w:p w14:paraId="5364A3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catggtaatg cacatgtagc tagttgtgat gcaatcatga ctaggtgtct agctgtccac</w:t>
      </w:r>
    </w:p>
    <w:p w14:paraId="56D621C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gagtgctttg ttaagcgtgt tgactggact attgaatatc ctataattgg tgatgaactg</w:t>
      </w:r>
    </w:p>
    <w:p w14:paraId="6FDB0DA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aagattaatg cggcttgtag aaaggttcaa cacatggttg ttaaagctgc attattagca</w:t>
      </w:r>
    </w:p>
    <w:p w14:paraId="41A8E17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18961 gacaaattcc cagttcttca cgacattggt aaccctaaag ctattaagtg tgtacctcaa</w:t>
      </w:r>
    </w:p>
    <w:p w14:paraId="06DE8B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gctgatgtag aatggaagtt ctatgatgca cagccttgta gtgacaaagc ttataaaata</w:t>
      </w:r>
    </w:p>
    <w:p w14:paraId="22A7896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gaagaattat tctattctta tgccacacat tctgacaaat tcacagatgg tgtatgccta</w:t>
      </w:r>
    </w:p>
    <w:p w14:paraId="104E12A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ttttggaatt gcaatgtcga tagatatcct gctaattcca ttgtttgtag atttgacact</w:t>
      </w:r>
    </w:p>
    <w:p w14:paraId="1E2E3DE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agagtgctat ctaaccttaa cttgcctggt tgtgatggtg gcagtttgta tgtaaataaa</w:t>
      </w:r>
    </w:p>
    <w:p w14:paraId="6F0A7BD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catgcattcc acacaccagc ttttgataaa agtgcttttg ttaatttaaa acaattacca</w:t>
      </w:r>
    </w:p>
    <w:p w14:paraId="003E0A0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tttttctatt actctgacag tccatgtgag tctcatggaa aacaagtagt gtcagatata</w:t>
      </w:r>
    </w:p>
    <w:p w14:paraId="671277A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gattatgtac cactaaagtc tgctacgtgt ataacacgtt gcaatttagg tggtgctgtc</w:t>
      </w:r>
    </w:p>
    <w:p w14:paraId="4A84C00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tgtagacatc atgctaatga gtacagattg tatctcgatg cttataacat gatgatctca</w:t>
      </w:r>
    </w:p>
    <w:p w14:paraId="61C7683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gctggcttta gcttgtgggt ttacaaacaa tttgatactt ataacctctg gaacactttt</w:t>
      </w:r>
    </w:p>
    <w:p w14:paraId="39F4FA9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acaagacttc agagtttaga aaatgtggct tttaatgttg taaataaggg acactttgat</w:t>
      </w:r>
    </w:p>
    <w:p w14:paraId="063F389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ggacaacagg gtgaagtacc agtttctatc attaataaca ctgtttacac aaaagttgat</w:t>
      </w:r>
    </w:p>
    <w:p w14:paraId="426A033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ggtgttgatg tagaattgtt tgaaaataaa acaacattac ctgttaatgt agcatttgag</w:t>
      </w:r>
    </w:p>
    <w:p w14:paraId="780A4E7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ctttgggcta agcgcaacat taaaccagta ccagaggtga aaatactcaa taatttgggt</w:t>
      </w:r>
    </w:p>
    <w:p w14:paraId="3E70096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gtggacattg ctgctaatac tgtgatctgg gactacaaaa gagatgctcc agcacatata</w:t>
      </w:r>
    </w:p>
    <w:p w14:paraId="6B24E79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tctactattg gtgtttgttc tatgactgac atagccaaga aaccaattga aacgatttgt</w:t>
      </w:r>
    </w:p>
    <w:p w14:paraId="01D66B4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gcaccactca ctgtcttttt tgatggtaga gttgatggtc aagtagactt atttagaaat</w:t>
      </w:r>
    </w:p>
    <w:p w14:paraId="19DE0C0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gcccgtaatg gtgttcttat tacagagggt agtgttaaag gtttacaacc atctgtaggt</w:t>
      </w:r>
    </w:p>
    <w:p w14:paraId="767F8F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cccaaacaag ctagtcttaa tggagtcaca ttaattggag aagccgtaaa aacacagttc</w:t>
      </w:r>
    </w:p>
    <w:p w14:paraId="16B7E6B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aattattata agaaagttga tggtgttgtc caacaattac ctgaaactta ctttactcag</w:t>
      </w:r>
    </w:p>
    <w:p w14:paraId="281AF8E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agtagaaatt tacaagaatt taaacccagg agtcaaatgg aaattgattt cttagaatta</w:t>
      </w:r>
    </w:p>
    <w:p w14:paraId="2DCAE05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gctatggatg aattcattga acggtataaa ttagaaggct atgccttcga acatatcgtt</w:t>
      </w:r>
    </w:p>
    <w:p w14:paraId="5B0DA5E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tatggagatt ttagtcatag tcagttaggt ggtttacatc tactgattgg actagctaaa</w:t>
      </w:r>
    </w:p>
    <w:p w14:paraId="35A254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cgttttaagg aatcaccttt tgaattagaa gattttattc ctatggacag tacagttaaa</w:t>
      </w:r>
    </w:p>
    <w:p w14:paraId="2F832F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aactatttca taacagatgc gcaaacaggt tcatctaagt gtgtgtgttc tgttattgat</w:t>
      </w:r>
    </w:p>
    <w:p w14:paraId="56CA474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ttattacttg atgattttgt tgaaataata aaatcccaag atttatctgt agtttctaag</w:t>
      </w:r>
    </w:p>
    <w:p w14:paraId="291CAF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gttgtcaaag tgactattga ctatacagaa atttcattta tgctttggtg taaagatggc</w:t>
      </w:r>
    </w:p>
    <w:p w14:paraId="4C8A889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catgtagaaa cattttaccc aaaattacaa tctagtcaag cgtggcaacc gggtgttgct</w:t>
      </w:r>
    </w:p>
    <w:p w14:paraId="79A7895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atgcctaatc tttacaaaat gcaaagaatg ctattagaaa agtgtgacct tcaaaattat</w:t>
      </w:r>
    </w:p>
    <w:p w14:paraId="2B4C78B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ggtgatagtg caacattacc taaaggcata atgatgaatg tcgcaaaata tactcaactg</w:t>
      </w:r>
    </w:p>
    <w:p w14:paraId="2FBFE19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tgtcaatatt taaacacatt aacattagct gtaccctata atatgagagt tatacatttt</w:t>
      </w:r>
    </w:p>
    <w:p w14:paraId="6F3F3B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ggtgctggtt ctgataaagg agttgcacca ggtacagctg ttttaagaca gtggttgcct</w:t>
      </w:r>
    </w:p>
    <w:p w14:paraId="67E4D87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acgggtacgc tgcttgtcga ttcagatctt aatgactttg tctctgatgc agattcaact</w:t>
      </w:r>
    </w:p>
    <w:p w14:paraId="51506C3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ttgattggtg attgtgcaac tgtacataca gctaataaat gggatctcat tattagtgat</w:t>
      </w:r>
    </w:p>
    <w:p w14:paraId="1553B1C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atgtacgacc ctaagactaa aaatgttaca aaagaaaatg actctaaaga gggttttttc</w:t>
      </w:r>
    </w:p>
    <w:p w14:paraId="46D6E8B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acttacattt gtgggtttat acaacaaaag ctagctcttg gaggttccgt ggctataaag</w:t>
      </w:r>
    </w:p>
    <w:p w14:paraId="3DA9B54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ataacagaac attcttggaa tgctgatctt tataagctca tgggacactt cgcatggtgg</w:t>
      </w:r>
    </w:p>
    <w:p w14:paraId="329B481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acagcctttg ttactaatgt gaatgcgtca tcatctgaag catttttaat tggatgtaat</w:t>
      </w:r>
    </w:p>
    <w:p w14:paraId="0A2A880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tatcttggca aaccacgcga acaaatagat ggttatgtca tgcatgcaaa ttacatattt</w:t>
      </w:r>
    </w:p>
    <w:p w14:paraId="1CB077C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tggaggaata caaatccaat tcagttgtct tcctattctt tatttgacat gagtaaattt</w:t>
      </w:r>
    </w:p>
    <w:p w14:paraId="38F049A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ccccttaaat taaggggtac tgctgttatg tctttaaaag aaggtcaaat caatgatatg</w:t>
      </w:r>
    </w:p>
    <w:p w14:paraId="7546CAF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attttatctc ttcttagtaa aggtagactt ataattagag aaaacaacag agttgttatt</w:t>
      </w:r>
    </w:p>
    <w:p w14:paraId="37E50EC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21481 tctagtgatg ttcttgttaa caactaaacg aacaatgttt gtttttcttg ttttattgcc</w:t>
      </w:r>
    </w:p>
    <w:p w14:paraId="697549E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actagtctct agtcagtgtg ttaatcttat aaccagaact caatcataca ctaattcttt</w:t>
      </w:r>
    </w:p>
    <w:p w14:paraId="53A0F9A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cacacgtggt gtttattacc ctgacaaagt tttcagatcc tcagttttac attcaactca</w:t>
      </w:r>
    </w:p>
    <w:p w14:paraId="6197957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ggacttgttc ttacctttct tttccaatgt tacttggttc catgctatac atgtctctgg</w:t>
      </w:r>
    </w:p>
    <w:p w14:paraId="0F4D45A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2276E3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tgcttccact gagaagtcta acataataag aggctggatt tttggtacta ctttagattc</w:t>
      </w:r>
    </w:p>
    <w:p w14:paraId="45F238F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787FB57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tgtttattac cacaaaaaca acaaaagttg</w:t>
      </w:r>
    </w:p>
    <w:p w14:paraId="566090D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51A2157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521E9CB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ctattaattt</w:t>
      </w:r>
    </w:p>
    <w:p w14:paraId="7B6F2F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agggcgtgat ctccctcagg gtttttcggc tttagaacca ttggtagatt tgccaatagg</w:t>
      </w:r>
    </w:p>
    <w:p w14:paraId="738DDB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tattaacatc actaggtttc aaactttact tgctttacat agaagttatt tgactcctgg</w:t>
      </w:r>
    </w:p>
    <w:p w14:paraId="241D5B6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tgattcttct tcaggttgga cagctggtgc tgcagcttat tatgtgggtt atcttcaacc</w:t>
      </w:r>
    </w:p>
    <w:p w14:paraId="15478DF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taggactttt ctattaaaat ataatgaaaa tggaaccatt acagatgctg tagactgtgc</w:t>
      </w:r>
    </w:p>
    <w:p w14:paraId="751D8A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acttgaccct ctctcagaaa caaagtgtac gttgaaatcc ttcactgtag aaaaaggaat</w:t>
      </w:r>
    </w:p>
    <w:p w14:paraId="0963C1E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ctatcaaact tctaacttta gagtccaacc aacagaatct attgttagat ttcctaatat</w:t>
      </w:r>
    </w:p>
    <w:p w14:paraId="5312A1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tacaaacttg tgcccttttg atgaagtttt taacgccacc agatttgcat ctgtttatgc</w:t>
      </w:r>
    </w:p>
    <w:p w14:paraId="0CCA522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ttggaacagg aagagaatca gcaactgtgt tgctgattat tctgtcctat ataatttcgc</w:t>
      </w:r>
    </w:p>
    <w:p w14:paraId="48BEE49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accatttttc gcttttaagt gttatggagt gtctcctact aaattaaatg atctctgctt</w:t>
      </w:r>
    </w:p>
    <w:p w14:paraId="5E54F5D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tactaatgtc tatgcagatt catttgtaat tagaggtaat gaagtcagcc aaatcgctcc</w:t>
      </w:r>
    </w:p>
    <w:p w14:paraId="7C68D3C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agggcaaact ggaaagattg ctgattataa ttataaatta ccagatgatt ttacaggctg</w:t>
      </w:r>
    </w:p>
    <w:p w14:paraId="5C9292B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cgttatagct tggaattcta acaagcttga ttctaaggtt ggtggtaatt ataattacct</w:t>
      </w:r>
    </w:p>
    <w:p w14:paraId="7E12C97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gtatagattg tttaggaagt ctaatctcaa accttttgag agagatattt caactgaaat</w:t>
      </w:r>
    </w:p>
    <w:p w14:paraId="31C7144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ctatcaggcc ggtaacaaac cttgtaatgg tgttgcaggt tttaattgtt actttccttt</w:t>
      </w:r>
    </w:p>
    <w:p w14:paraId="3D609C3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acgatcatat ggtttccgac ccacttatgg tgttggtcac caaccataca gagtagtagt</w:t>
      </w:r>
    </w:p>
    <w:p w14:paraId="3E55AFF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actttctttt gaacttctac atgcaccagc aactgtttgt ggacctaaaa agtctactaa</w:t>
      </w:r>
    </w:p>
    <w:p w14:paraId="784C633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tttggttaaa aacaaatgtg tcaatttcaa cttcaatggt ttaacaggca caggtgttct</w:t>
      </w:r>
    </w:p>
    <w:p w14:paraId="2587B9B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tactgagtct aacaaaaagt ttctgccttt ccaacaattt ggcagagaca ttgctgacac</w:t>
      </w:r>
    </w:p>
    <w:p w14:paraId="62ED18F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tactgatgct gtccgtgatc cacagacact tgagattctt gacattacac catgttcttt</w:t>
      </w:r>
    </w:p>
    <w:p w14:paraId="3CE3BA5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tggtggtgtc agtgttataa caccaggaac aaatacttct aaccaggttg ctgttcttta</w:t>
      </w:r>
    </w:p>
    <w:p w14:paraId="0771343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tcagggtgtt aactgcacag aagtccctgt tgctattcat gcagatcaac ttactcctac</w:t>
      </w:r>
    </w:p>
    <w:p w14:paraId="1CECDE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ttggcgtgtt tattctacag gttctaatgt ttttcaaaca cgtgcaggct gtttaatagg</w:t>
      </w:r>
    </w:p>
    <w:p w14:paraId="462D0B0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ggctgaatat gtcaacaact catatgagtg tgacataccc attggtgcag gtatatgcgc</w:t>
      </w:r>
    </w:p>
    <w:p w14:paraId="490C3B1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tagttatcag actcagacta agtctcatcg gcgggcacgt agtgtagcta gtcaatccat</w:t>
      </w:r>
    </w:p>
    <w:p w14:paraId="7542F83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cattgcctac actatgtcac ttggtgcaga aaattcagtt gcttactcta ataactctat</w:t>
      </w:r>
    </w:p>
    <w:p w14:paraId="2539CF5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tgccataccc acaaatttta ctattagtgt taccacagaa attctaccag tgtctatgac</w:t>
      </w:r>
    </w:p>
    <w:p w14:paraId="35D429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caagacatca gtagattgta caatgtacat ttgtggtgat tcaactgaat gcagcaatct</w:t>
      </w:r>
    </w:p>
    <w:p w14:paraId="274DC3F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tttgttgcaa tatggcagtt tttgtacaca attaaaacgt gctttaactg gaatagctgt</w:t>
      </w:r>
    </w:p>
    <w:p w14:paraId="6D643A6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tgaacaagac aaaaacaccc aagaagtttt tgcacaagtc aaacaaattt acaaaacacc</w:t>
      </w:r>
    </w:p>
    <w:p w14:paraId="3920EFB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accaattaaa tattttggtg gttttaattt ttcacaaata ttaccagatc catcaaaacc</w:t>
      </w:r>
    </w:p>
    <w:p w14:paraId="3F99DE3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aagcaagagg tcatttattg aagatctact tttcaacaaa gtgacacttg cagatgctgg</w:t>
      </w:r>
    </w:p>
    <w:p w14:paraId="0CEF5C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24001 cttcatcaaa caatatggtg attgccttgg tgatattgct gctagagacc tcatttgtgc</w:t>
      </w:r>
    </w:p>
    <w:p w14:paraId="55C000E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acaaaagttt aacggcctta ctgttttgcc acctttgctc acagatgaaa tgattgctca</w:t>
      </w:r>
    </w:p>
    <w:p w14:paraId="41F01F1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atacacttct gcactgttag cgggtacaat cacttctggt tggacctttg gtgcaggtgc</w:t>
      </w:r>
    </w:p>
    <w:p w14:paraId="33E4DE5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tgcattacaa ataccatttg ctatgcaaat ggcttatagg tttaatggta ttggagttac</w:t>
      </w:r>
    </w:p>
    <w:p w14:paraId="6E33740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acagaatgtt ctctatgaga accaaaaatt gattgccaac caatttaata gtgctattgg</w:t>
      </w:r>
    </w:p>
    <w:p w14:paraId="46F7B72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caaaattcaa gactcacttt cttccacagc aagtgcactt ggaaaacttc aagatgtggt</w:t>
      </w:r>
    </w:p>
    <w:p w14:paraId="283AB92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caaccataat gcacaagctt taaacacgct tgttaaacaa cttagctcca aatttggtgc</w:t>
      </w:r>
    </w:p>
    <w:p w14:paraId="6FDCC58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aatttcaagt gttttaaatg atatcctttc acgtcttgac aaagttgagg ctgaagtgca</w:t>
      </w:r>
    </w:p>
    <w:p w14:paraId="0393DCF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aattgatagg ttgatcacag gcagacttca aagtttgcag acatatgtga ctcaacaatt</w:t>
      </w:r>
    </w:p>
    <w:p w14:paraId="5A9187E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aattagagct gcagaaatca gagcttctgc taatcttgct gctactaaaa tgtcagagtg</w:t>
      </w:r>
    </w:p>
    <w:p w14:paraId="1C16EF3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tgtacttgga caatcaaaaa gagttgattt ttgtggaaag ggctatcatc ttatgtcctt</w:t>
      </w:r>
    </w:p>
    <w:p w14:paraId="36E43CC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ccctcagtca gcacctcatg gtgtagtctt cttgcatgtg acttatgtcc ctgcacaaga</w:t>
      </w:r>
    </w:p>
    <w:p w14:paraId="6CFCFE7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aaagaacttc acaactgctc ctgccatttg tcatgatgga aaagcacact ttcctcgtga</w:t>
      </w:r>
    </w:p>
    <w:p w14:paraId="40BB7A2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aggtgtcttt gtttcaaatg gcacacactg gtttgtaaca caaaggaatt tttatgaacc</w:t>
      </w:r>
    </w:p>
    <w:p w14:paraId="73499F9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acaaatcatt actacagaca acacatttgt gtctggtaac tgtgatgttg taataggaat</w:t>
      </w:r>
    </w:p>
    <w:p w14:paraId="6A7CBFB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tgtcaacaac acagtttatg atcctttgca acctgaatta gattcattca aggaggagtt</w:t>
      </w:r>
    </w:p>
    <w:p w14:paraId="4ED2E71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agataaatat tttaagaatc atacatcacc agatgttgat ttaggtgaca tctctggcat</w:t>
      </w:r>
    </w:p>
    <w:p w14:paraId="0BF8CFA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taatgcttca gttgtaaaca ttcaaaaaga aattgaccgc ctcaatgagg ttgccaagaa</w:t>
      </w:r>
    </w:p>
    <w:p w14:paraId="6343E3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tttaaatgaa tctctcatcg atctccaaga acttggaaag tatgagcagt atataaaatg</w:t>
      </w:r>
    </w:p>
    <w:p w14:paraId="3E818CA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gccatggtac atttggctag gttttatagc tggcttgatt gccatagtaa tggtgacaat</w:t>
      </w:r>
    </w:p>
    <w:p w14:paraId="0AFCEC3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tatgctttgc tgtatgacca gttgctgtag ttgtctcaag ggctgttgtt cttgtggatc</w:t>
      </w:r>
    </w:p>
    <w:p w14:paraId="23FE806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ctgctgcaaa tttgatgaag acgactctga gccagtgctc aaaggagtca aattacatta</w:t>
      </w:r>
    </w:p>
    <w:p w14:paraId="7591A0E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cacataaacg aacttatgga tttgtttatg agaatcttca caattggaac tgtaactttg</w:t>
      </w:r>
    </w:p>
    <w:p w14:paraId="6ED6867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aagcaaggtg aaatcaagga tgctactcct tcagattttg ttcgcgctac tgcaacgata</w:t>
      </w:r>
    </w:p>
    <w:p w14:paraId="36F0BD0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ccgatacaag cctcactccc tttcggatgg cttattgttg gcgttgcact tcttgctgtt</w:t>
      </w:r>
    </w:p>
    <w:p w14:paraId="4C90618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tttcagagcg cttccaaaat cataactctc aaaaagagat ggcaactagc actctccaag</w:t>
      </w:r>
    </w:p>
    <w:p w14:paraId="59FA43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ggtgttcact ttgtttgcaa cttgctgttg ttgtttgtaa cagtttactc acaccttttg</w:t>
      </w:r>
    </w:p>
    <w:p w14:paraId="70F955B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ctcgttgctg ctggccttga agcccctttt ctctatcttt atgctttagt ctacttcttg</w:t>
      </w:r>
    </w:p>
    <w:p w14:paraId="285ADC6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cagagtataa actttgtaag aataataatg aggctttggc tttgctggaa atgccgttcc</w:t>
      </w:r>
    </w:p>
    <w:p w14:paraId="40C6EDE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aaaaacccat tactttatga tgccaactat tttctttgct ggcatactaa ttgttacgac</w:t>
      </w:r>
    </w:p>
    <w:p w14:paraId="2AA0B7F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tattgtatac cttacaatag tgtaacttct tcaattgtca ttacttcagg tgatggcaca</w:t>
      </w:r>
    </w:p>
    <w:p w14:paraId="72BF4A4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acaagtccta tttctgaaca tgactaccag attggtggtt atactgaaaa atgggaatct</w:t>
      </w:r>
    </w:p>
    <w:p w14:paraId="2F91C98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ggagtaaaag actgtgttgt attacacagt tacttcactt cagactatta ccagctgtac</w:t>
      </w:r>
    </w:p>
    <w:p w14:paraId="06EC44C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tcaactcaat tgagtacaga cattggtgtt gaacatgtta ccttcttcat ctacaataaa</w:t>
      </w:r>
    </w:p>
    <w:p w14:paraId="3117B49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attgttgatg agcctgaaga acatgtccaa attcacacaa tcgacggttc atccggagtt</w:t>
      </w:r>
    </w:p>
    <w:p w14:paraId="7577584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gttaatccag taatggaacc aatttatgat gaaccgacga cgactactag cgtgcctttg</w:t>
      </w:r>
    </w:p>
    <w:p w14:paraId="7E824C5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taagcacaag ctgatgagta cgaacttatg tactcattcg tttcggaaga gataggtacg</w:t>
      </w:r>
    </w:p>
    <w:p w14:paraId="67B7C0C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ttaatagtta atagcgtact tctttttctt gctttcgtgg tattcttgct agttacacta</w:t>
      </w:r>
    </w:p>
    <w:p w14:paraId="0F6B996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gccatcctta ctgcgcttcg attgtgtgcg tactgctgca atattgttaa cgtgagtctt</w:t>
      </w:r>
    </w:p>
    <w:p w14:paraId="2DE857E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gtaaaacctt ctttttacgt ttactctcgt gttaaaaatc tgaattcttc tagagttcct</w:t>
      </w:r>
    </w:p>
    <w:p w14:paraId="458163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gatcttctgg tctaaacgaa ctaaatatta tattagtttt tctgtttgga actttaattt</w:t>
      </w:r>
    </w:p>
    <w:p w14:paraId="0FD422B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tagccatggc agattccaac ggtactatta ccgttgaaga gcttaaaaag ctccttgaag</w:t>
      </w:r>
    </w:p>
    <w:p w14:paraId="584567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26521 aatggaacct agtaataggt ttcctattcc ttacatggat ttgtcttcta caatttgcct</w:t>
      </w:r>
    </w:p>
    <w:p w14:paraId="7999E3F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atgccaacag gaataggttt ttgtatataa ttaagttaat tttcctctgg ctgttatggc</w:t>
      </w:r>
    </w:p>
    <w:p w14:paraId="1FCB94D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cagtaacttt aacttgtttt gtgcttgctg ctgtttacag aataaattgg atcaccggtg</w:t>
      </w:r>
    </w:p>
    <w:p w14:paraId="601A87D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gaattgctat cgcaatggct tgtcttgtag gcttgatgtg gctcagctac ttcattgctt</w:t>
      </w:r>
    </w:p>
    <w:p w14:paraId="74D9839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ctttcagact gtttgcgcgt acgcgttcca tgtggtcatt taatccagaa actaacattc</w:t>
      </w:r>
    </w:p>
    <w:p w14:paraId="57992A5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ttctcaacgt gccactccat ggcactattc tgaccagacc gcttctagaa agtgaactcg</w:t>
      </w:r>
    </w:p>
    <w:p w14:paraId="29F93AC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taatcggagc tgtgatcctt cgtggacatc ttcgtattgc tggacaccat ctaggacgct</w:t>
      </w:r>
    </w:p>
    <w:p w14:paraId="59506D2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gtgacatcaa ggacctgcct aaagaaatca ctgttgctac atcacgaacg ctttcttatt</w:t>
      </w:r>
    </w:p>
    <w:p w14:paraId="7D779BD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acaaattggg agcttcgcag cgtgtagcag gtgactcagg ttttgctgca tacagtcgct</w:t>
      </w:r>
    </w:p>
    <w:p w14:paraId="70A1CBC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acaggattgg caactataaa ttaaacacag accattccag tagcagtgac aatattgctt</w:t>
      </w:r>
    </w:p>
    <w:p w14:paraId="0A12D71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tgcttgtaca gtaagtgaca acagatgttt catctcgttg actttcaggt tactatagca</w:t>
      </w:r>
    </w:p>
    <w:p w14:paraId="0FD1C8A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gagatattac taattattat gcggactttt aaagtttcca tttggaatct tgattacatc</w:t>
      </w:r>
    </w:p>
    <w:p w14:paraId="7E0B4C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ataaacctca taattaaaaa tttatctaag tcactaactg agaataaata ttctcaatta</w:t>
      </w:r>
    </w:p>
    <w:p w14:paraId="12823C7E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gatgaagagc aaccaatgga gattctctaa acgaacatga aaattattct tttcttggca</w:t>
      </w:r>
    </w:p>
    <w:p w14:paraId="295762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ctgataacac tcgctacttg tgagctttat cactaccaag agtgtgttag aggtacaaca</w:t>
      </w:r>
    </w:p>
    <w:p w14:paraId="186E639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gtacttttaa aagaaccttg ctcttctgga acatacgagg gcaattcacc atttcatcct</w:t>
      </w:r>
    </w:p>
    <w:p w14:paraId="5DEF9A2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ctagctgata acaaatttgc actgacttgc tttagcactc aatttgcttt tgcttgtcct</w:t>
      </w:r>
    </w:p>
    <w:p w14:paraId="4BF9C58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gacggcgtaa aacacgtcta tcagttacgt gccagatcag tttcacctaa actgttcatc</w:t>
      </w:r>
    </w:p>
    <w:p w14:paraId="481A989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agacaagagg aagttcaaga actttactct ccaatttttc ttattgttgc ggcaatagtg</w:t>
      </w:r>
    </w:p>
    <w:p w14:paraId="3F5CB19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tttataacac tttgcttcac actcaaaaga aagacagaat gattgaactt tcattaattg</w:t>
      </w:r>
    </w:p>
    <w:p w14:paraId="62150A4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acttctattt gtgcttttta gcctttctgt tattccttgt tttaattatg cttattatct</w:t>
      </w:r>
    </w:p>
    <w:p w14:paraId="5C38104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tttggttctc acttgaactg caagatcata atgaaacttg tcacgcctaa acgaacatga</w:t>
      </w:r>
    </w:p>
    <w:p w14:paraId="6DD5160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aatttcttgt tttcttagga atcatcacaa ctgtagctgc atttcaccaa gaatgtagtt</w:t>
      </w:r>
    </w:p>
    <w:p w14:paraId="22BB317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tacagtcatg tactcaacat caaccatatg tagttgatga cccgtgtcct attcacttct</w:t>
      </w:r>
    </w:p>
    <w:p w14:paraId="0266303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attctaaatg gtatattaga gtaggagcta gaaaatcagc acctttaatt gaattgtgcg</w:t>
      </w:r>
    </w:p>
    <w:p w14:paraId="2553D95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tggatgaggc tggttctaaa tcacccattc agtacatcga tatcggtaat tatacagttt</w:t>
      </w:r>
    </w:p>
    <w:p w14:paraId="1CC4A22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cctgtttacc ttttacaatt aattgccagg aacctaaatt gggtagtctt gtagtgcgtt</w:t>
      </w:r>
    </w:p>
    <w:p w14:paraId="3E8DF66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gttcgttcta tgaagacttt ttagagtatc atgacgttcg tgttgtttta gatttcatct</w:t>
      </w:r>
    </w:p>
    <w:p w14:paraId="6732C2C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aaacgaacaa acttaaatgt ctgataatgg accccaaaat cagcgaaatg cactccgcat</w:t>
      </w:r>
    </w:p>
    <w:p w14:paraId="21665130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tacgtttggt ggaccctcag attcaactgg cagtaaccag aatggtgggg cgcgatcaaa</w:t>
      </w:r>
    </w:p>
    <w:p w14:paraId="6D45679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acaacgtcgg ccccaaggtt tacccaataa tactgcgtct tggttcaccg ctctcactca</w:t>
      </w:r>
    </w:p>
    <w:p w14:paraId="1AA30A4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acatggcaag gaagacctta aattccctcg aggacaaggc gttccaatta acaccaatag</w:t>
      </w:r>
    </w:p>
    <w:p w14:paraId="7BCF2A13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cagtccagat gaccaaattg gctactaccg aagagctacc agacgaattc gtggtggtga</w:t>
      </w:r>
    </w:p>
    <w:p w14:paraId="558E0FA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cggtaaaatg aaagatctca gtccaagatg gtatttctac tacctaggaa ctgggccaga</w:t>
      </w:r>
    </w:p>
    <w:p w14:paraId="45FAE06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agctggactt ccctatggtg ctaacaaaga cggcatcata tgggttgcaa ctgagggagc</w:t>
      </w:r>
    </w:p>
    <w:p w14:paraId="44803A8B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cttgaataca ccaaaagatc acattggcac ccgcaatcct gctaacaatg ctgcaatcgt</w:t>
      </w:r>
    </w:p>
    <w:p w14:paraId="0652BFE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gctacaactt cctcaaggaa caacattgcc aaaaggcttc tacgcagaag ggagcagagg</w:t>
      </w:r>
    </w:p>
    <w:p w14:paraId="2F9835B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cggcagtcaa gcctcttctc gttcctcatc acgtagtcgc aacagttcaa gaaattcaac</w:t>
      </w:r>
    </w:p>
    <w:p w14:paraId="7D50930D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tccaggcagc agtaaacgaa cttctcctgc tagaatggct ggcaatggcg gtgatgctgc</w:t>
      </w:r>
    </w:p>
    <w:p w14:paraId="17264C1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tcttgctttg ctgctgcttg acagattgaa ccagcttgag agcaaaatgt ctggtaaagg</w:t>
      </w:r>
    </w:p>
    <w:p w14:paraId="3340E2D9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ccaacaacaa caaggccaaa ctgtcactaa gaaatctgct gctgaggctt ctaagaagcc</w:t>
      </w:r>
    </w:p>
    <w:p w14:paraId="5B4B5AEC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tcggcaaaaa cgtactgcca ctaaagcata caatgtaaca caagctttcg gcagacgtgg</w:t>
      </w:r>
    </w:p>
    <w:p w14:paraId="74EC037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29041 tccagaacaa acccaaggaa attttgggga ccaggaacta atcagacaag gaactgatta</w:t>
      </w:r>
    </w:p>
    <w:p w14:paraId="1D4F115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caaacattgg ccgcaaattg cacaatttgc ccccagcgct tcagcgttct tcggaatgtc</w:t>
      </w:r>
    </w:p>
    <w:p w14:paraId="7D589675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gcgcattggc atggaagtca caccttcggg aacgtggttg acctacacag gtgccatcaa</w:t>
      </w:r>
    </w:p>
    <w:p w14:paraId="4A9109A1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attggatgac aaagatccaa atttcaaaga tcaagtcatt ttgctgaata agcatattga</w:t>
      </w:r>
    </w:p>
    <w:p w14:paraId="392B3A8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cgcatacaaa acattcccac caacagagcc taaaaaggac aaaaagaaga aggctgatga</w:t>
      </w:r>
    </w:p>
    <w:p w14:paraId="4A715377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aactcaagcc ttaccgcaga gacagaagaa acagcaaact gtgactcttc ttcctgctgc</w:t>
      </w:r>
    </w:p>
    <w:p w14:paraId="789BD0D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agatttggat gatttctcca aacaattgca acaatccatg agccgtgctg actcaactca</w:t>
      </w:r>
    </w:p>
    <w:p w14:paraId="0CA70B44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ggcctaaact catgcagacc acacaaggca gatgggctat ataaacgttt tcgcttttcc</w:t>
      </w:r>
    </w:p>
    <w:p w14:paraId="7F67F6A8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gtttacgata tatagtctac tcttgtgcag aatgaattct cgtaactaca tagcacaagt</w:t>
      </w:r>
    </w:p>
    <w:p w14:paraId="526E8BC2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agatgtagtt aactttaatc tcacatagca atctttaatc agtgtgtaac attagggagg</w:t>
      </w:r>
    </w:p>
    <w:p w14:paraId="75F46DB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acttgaaaga gccaccacat tttcacctac agtgaacaat gctagggaga gctgcctata</w:t>
      </w:r>
    </w:p>
    <w:p w14:paraId="3D21CFF6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tggaagagcc ctaatgtgta aaattaattt tagtagtgct atccccatgt gattttaata</w:t>
      </w:r>
    </w:p>
    <w:p w14:paraId="5533D91F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gctt</w:t>
      </w:r>
    </w:p>
    <w:p w14:paraId="411D626A" w14:textId="77777777" w:rsidR="006D0C93" w:rsidRPr="006D0C93" w:rsidRDefault="006D0C93" w:rsidP="006D0C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0C9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4AB679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9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0C93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FF013D"/>
  <w15:chartTrackingRefBased/>
  <w15:docId w15:val="{FBA02000-4CB2-E546-A664-AA0CE44B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1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6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10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10783</Words>
  <Characters>61469</Characters>
  <Application>Microsoft Office Word</Application>
  <DocSecurity>0</DocSecurity>
  <Lines>512</Lines>
  <Paragraphs>144</Paragraphs>
  <ScaleCrop>false</ScaleCrop>
  <Company/>
  <LinksUpToDate>false</LinksUpToDate>
  <CharactersWithSpaces>72108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2023-01-31T12:54:00Z</dcterms:created>
  <dcterms:modified xsi:type="dcterms:W3CDTF">2023-01-31T12:54:00Z</dcterms:modified>
</cp:coreProperties>
</file>